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9ACEC" w14:textId="0CBEF841" w:rsidR="00345FA2" w:rsidRPr="00AD0F1C" w:rsidRDefault="008264D3" w:rsidP="00345FA2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i/>
        </w:rPr>
      </w:pPr>
      <w:r>
        <w:rPr>
          <w:rFonts w:asciiTheme="majorHAnsi" w:hAnsiTheme="majorHAnsi"/>
          <w:b/>
          <w:bCs/>
          <w:i/>
        </w:rPr>
        <w:t>Załącznik nr 5 do S</w:t>
      </w:r>
      <w:r w:rsidR="00345FA2" w:rsidRPr="00AD0F1C">
        <w:rPr>
          <w:rFonts w:asciiTheme="majorHAnsi" w:hAnsiTheme="majorHAnsi"/>
          <w:b/>
          <w:bCs/>
          <w:i/>
        </w:rPr>
        <w:t>WZ</w:t>
      </w:r>
    </w:p>
    <w:p w14:paraId="509BCFD2" w14:textId="517CEEAB" w:rsidR="00345FA2" w:rsidRPr="00E43548" w:rsidRDefault="00E43548" w:rsidP="00E43548">
      <w:pPr>
        <w:autoSpaceDE w:val="0"/>
        <w:autoSpaceDN w:val="0"/>
        <w:adjustRightInd w:val="0"/>
        <w:jc w:val="left"/>
        <w:rPr>
          <w:rFonts w:cs="Times-Bold"/>
          <w:b/>
          <w:bCs/>
          <w:i/>
        </w:rPr>
      </w:pPr>
      <w:r w:rsidRPr="00E43548">
        <w:rPr>
          <w:rFonts w:ascii="Cambria" w:hAnsi="Cambria"/>
          <w:b/>
          <w:i/>
        </w:rPr>
        <w:t>Postępowanie: DB.077.UD.D.3.2021</w:t>
      </w:r>
      <w:r w:rsidRPr="00E43548">
        <w:rPr>
          <w:rFonts w:ascii="Cambria" w:hAnsi="Cambria"/>
          <w:b/>
          <w:i/>
        </w:rPr>
        <w:tab/>
      </w:r>
    </w:p>
    <w:p w14:paraId="04808F53" w14:textId="77777777" w:rsidR="00A77DC1" w:rsidRPr="00A77DC1" w:rsidRDefault="00345FA2" w:rsidP="00345FA2">
      <w:pPr>
        <w:autoSpaceDE w:val="0"/>
        <w:autoSpaceDN w:val="0"/>
        <w:adjustRightInd w:val="0"/>
        <w:jc w:val="center"/>
        <w:rPr>
          <w:rStyle w:val="TeksttreciZnak"/>
          <w:rFonts w:asciiTheme="majorHAnsi" w:hAnsiTheme="majorHAnsi"/>
          <w:b/>
        </w:rPr>
      </w:pPr>
      <w:r w:rsidRPr="00A77DC1">
        <w:rPr>
          <w:rFonts w:asciiTheme="majorHAnsi" w:hAnsiTheme="majorHAnsi" w:cs="Times-Bold"/>
          <w:b/>
          <w:bCs/>
        </w:rPr>
        <w:t xml:space="preserve">WYKAZ GŁÓWNYCH DOSTAW </w:t>
      </w:r>
      <w:r w:rsidRPr="00A77DC1">
        <w:rPr>
          <w:rStyle w:val="Pogrubienie"/>
          <w:rFonts w:asciiTheme="majorHAnsi" w:hAnsiTheme="majorHAnsi"/>
          <w:b w:val="0"/>
          <w:bCs w:val="0"/>
          <w:i/>
          <w:iCs/>
        </w:rPr>
        <w:t xml:space="preserve">- </w:t>
      </w:r>
      <w:r w:rsidRPr="00A77DC1">
        <w:rPr>
          <w:rStyle w:val="TeksttreciZnak"/>
          <w:rFonts w:asciiTheme="majorHAnsi" w:hAnsiTheme="majorHAnsi"/>
          <w:b/>
        </w:rPr>
        <w:t xml:space="preserve">DOŚWIADCZENIE ZAWODOWE </w:t>
      </w:r>
    </w:p>
    <w:p w14:paraId="4D7F4C97" w14:textId="77777777" w:rsidR="0040553A" w:rsidRDefault="00345FA2" w:rsidP="00345FA2">
      <w:pPr>
        <w:autoSpaceDE w:val="0"/>
        <w:autoSpaceDN w:val="0"/>
        <w:adjustRightInd w:val="0"/>
        <w:jc w:val="center"/>
        <w:rPr>
          <w:rFonts w:asciiTheme="majorHAnsi" w:hAnsiTheme="majorHAnsi"/>
          <w:bCs/>
        </w:rPr>
      </w:pPr>
      <w:r w:rsidRPr="00AD0F1C">
        <w:rPr>
          <w:rFonts w:asciiTheme="majorHAnsi" w:hAnsiTheme="majorHAnsi"/>
          <w:bCs/>
        </w:rPr>
        <w:t>w zakresie niezb</w:t>
      </w:r>
      <w:r w:rsidRPr="00AD0F1C">
        <w:rPr>
          <w:rFonts w:asciiTheme="majorHAnsi" w:hAnsiTheme="majorHAnsi"/>
        </w:rPr>
        <w:t>ę</w:t>
      </w:r>
      <w:r w:rsidRPr="00AD0F1C">
        <w:rPr>
          <w:rFonts w:asciiTheme="majorHAnsi" w:hAnsiTheme="majorHAnsi"/>
          <w:bCs/>
        </w:rPr>
        <w:t xml:space="preserve">dnym do wykazania spełnienia warunku </w:t>
      </w:r>
      <w:r w:rsidR="00F86F7C">
        <w:rPr>
          <w:rFonts w:asciiTheme="majorHAnsi" w:hAnsiTheme="majorHAnsi"/>
          <w:bCs/>
        </w:rPr>
        <w:t xml:space="preserve">udziału w postępowaniu określonego </w:t>
      </w:r>
    </w:p>
    <w:p w14:paraId="50167F2C" w14:textId="0F937752" w:rsidR="00E43548" w:rsidRPr="009D5D8A" w:rsidRDefault="00F86F7C" w:rsidP="00E43548">
      <w:pPr>
        <w:spacing w:before="120" w:line="276" w:lineRule="auto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w Rozdziale </w:t>
      </w:r>
      <w:r w:rsidR="008264D3">
        <w:rPr>
          <w:rFonts w:asciiTheme="majorHAnsi" w:hAnsiTheme="majorHAnsi"/>
          <w:bCs/>
        </w:rPr>
        <w:t>X</w:t>
      </w:r>
      <w:r>
        <w:rPr>
          <w:rFonts w:asciiTheme="majorHAnsi" w:hAnsiTheme="majorHAnsi"/>
          <w:bCs/>
        </w:rPr>
        <w:t>V ust. 1 SWZ</w:t>
      </w:r>
      <w:r w:rsidR="00410712">
        <w:rPr>
          <w:rFonts w:asciiTheme="majorHAnsi" w:hAnsiTheme="majorHAnsi"/>
          <w:bCs/>
        </w:rPr>
        <w:t xml:space="preserve"> (</w:t>
      </w:r>
      <w:r w:rsidR="00E43548" w:rsidRPr="009D5D8A">
        <w:rPr>
          <w:rFonts w:asciiTheme="majorHAnsi" w:hAnsiTheme="majorHAnsi"/>
          <w:b/>
        </w:rPr>
        <w:t>minimum 2 dostawy (wraz z montażem) sprzętu audio-wizualnego</w:t>
      </w:r>
      <w:r w:rsidR="00E43548">
        <w:rPr>
          <w:rFonts w:asciiTheme="majorHAnsi" w:hAnsiTheme="majorHAnsi"/>
          <w:b/>
        </w:rPr>
        <w:t xml:space="preserve"> lub komputerowego</w:t>
      </w:r>
      <w:r w:rsidR="00E43548" w:rsidRPr="009D5D8A">
        <w:rPr>
          <w:rFonts w:asciiTheme="majorHAnsi" w:hAnsiTheme="majorHAnsi"/>
          <w:b/>
        </w:rPr>
        <w:t xml:space="preserve"> o wartości nie mniejszej niż 100 000,00 zł brutto każda </w:t>
      </w:r>
      <w:r w:rsidR="00E43548" w:rsidRPr="009D5D8A">
        <w:rPr>
          <w:rFonts w:asciiTheme="majorHAnsi" w:hAnsiTheme="majorHAnsi"/>
          <w:bCs/>
        </w:rPr>
        <w:t>(przy czym jedna dostawa powinna być rozumiana jako jedna umowa)</w:t>
      </w:r>
      <w:r w:rsidR="00E43548" w:rsidRPr="009D5D8A">
        <w:rPr>
          <w:rFonts w:asciiTheme="majorHAnsi" w:hAnsiTheme="majorHAnsi"/>
          <w:b/>
        </w:rPr>
        <w:t xml:space="preserve">, </w:t>
      </w:r>
      <w:r w:rsidR="00E43548" w:rsidRPr="009D5D8A">
        <w:rPr>
          <w:rFonts w:asciiTheme="majorHAnsi" w:hAnsiTheme="majorHAnsi"/>
        </w:rPr>
        <w:t xml:space="preserve">ze wskazaniem podmiotów, na rzecz których ta dostawa była świadczona. </w:t>
      </w:r>
    </w:p>
    <w:p w14:paraId="2556888C" w14:textId="553FE726" w:rsidR="00E43548" w:rsidRPr="00410712" w:rsidRDefault="00E43548" w:rsidP="00E43548">
      <w:pPr>
        <w:autoSpaceDE w:val="0"/>
        <w:autoSpaceDN w:val="0"/>
        <w:adjustRightInd w:val="0"/>
        <w:jc w:val="center"/>
        <w:rPr>
          <w:rFonts w:asciiTheme="majorHAnsi" w:hAnsiTheme="majorHAnsi"/>
          <w:bCs/>
        </w:rPr>
      </w:pPr>
    </w:p>
    <w:p w14:paraId="5B6F38D2" w14:textId="77777777" w:rsidR="00345FA2" w:rsidRPr="00AD0F1C" w:rsidRDefault="00345FA2" w:rsidP="00345FA2">
      <w:pPr>
        <w:autoSpaceDE w:val="0"/>
        <w:autoSpaceDN w:val="0"/>
        <w:adjustRightInd w:val="0"/>
        <w:jc w:val="center"/>
        <w:rPr>
          <w:rFonts w:asciiTheme="majorHAnsi" w:hAnsiTheme="majorHAnsi" w:cs="Times-Roman"/>
        </w:rPr>
      </w:pPr>
      <w:r w:rsidRPr="00AD0F1C">
        <w:rPr>
          <w:rFonts w:asciiTheme="majorHAnsi" w:hAnsiTheme="majorHAnsi"/>
          <w:bCs/>
        </w:rPr>
        <w:t>Wykonawca :</w:t>
      </w:r>
      <w:r w:rsidRPr="00AD0F1C">
        <w:rPr>
          <w:rFonts w:asciiTheme="majorHAnsi" w:hAnsiTheme="majorHAnsi"/>
          <w:b/>
          <w:bCs/>
        </w:rPr>
        <w:t xml:space="preserve"> </w:t>
      </w:r>
      <w:r w:rsidRPr="00AD0F1C">
        <w:rPr>
          <w:rFonts w:asciiTheme="majorHAnsi" w:hAnsiTheme="majorHAnsi"/>
        </w:rPr>
        <w:t>.......................................................................................................................................................</w:t>
      </w:r>
      <w:r w:rsidRPr="00AD0F1C">
        <w:rPr>
          <w:rFonts w:asciiTheme="majorHAnsi" w:hAnsiTheme="majorHAnsi" w:cs="Times-Roman"/>
        </w:rPr>
        <w:t xml:space="preserve">     </w:t>
      </w:r>
    </w:p>
    <w:p w14:paraId="54E3AFD2" w14:textId="77777777" w:rsidR="00345FA2" w:rsidRPr="00AD0F1C" w:rsidRDefault="00345FA2" w:rsidP="00345FA2">
      <w:pPr>
        <w:autoSpaceDE w:val="0"/>
        <w:autoSpaceDN w:val="0"/>
        <w:adjustRightInd w:val="0"/>
        <w:rPr>
          <w:rFonts w:asciiTheme="majorHAnsi" w:hAnsiTheme="majorHAnsi" w:cs="Times-Bold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4285"/>
        <w:gridCol w:w="2647"/>
        <w:gridCol w:w="2526"/>
        <w:gridCol w:w="2674"/>
      </w:tblGrid>
      <w:tr w:rsidR="00345FA2" w:rsidRPr="00AD0F1C" w14:paraId="344A6703" w14:textId="77777777" w:rsidTr="00A77DC1">
        <w:trPr>
          <w:trHeight w:val="567"/>
        </w:trPr>
        <w:tc>
          <w:tcPr>
            <w:tcW w:w="1242" w:type="dxa"/>
            <w:vAlign w:val="center"/>
          </w:tcPr>
          <w:p w14:paraId="3DDCFBD5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0" w:type="dxa"/>
          </w:tcPr>
          <w:p w14:paraId="61B5ED79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108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1B6425A8" w14:textId="77777777" w:rsidR="00345FA2" w:rsidRPr="00AD0F1C" w:rsidRDefault="000E7D43" w:rsidP="00A77DC1">
            <w:pPr>
              <w:autoSpaceDE w:val="0"/>
              <w:autoSpaceDN w:val="0"/>
              <w:adjustRightInd w:val="0"/>
              <w:spacing w:after="200" w:line="276" w:lineRule="auto"/>
              <w:ind w:left="-108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 xml:space="preserve">PRZEDMIOT </w:t>
            </w:r>
            <w:r w:rsidR="00345FA2"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2775" w:type="dxa"/>
            <w:vAlign w:val="center"/>
          </w:tcPr>
          <w:p w14:paraId="6C056AAE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120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NAZWA I SIEDZIBA ZAMAWIAJĄCEGO</w:t>
            </w:r>
          </w:p>
        </w:tc>
        <w:tc>
          <w:tcPr>
            <w:tcW w:w="2729" w:type="dxa"/>
            <w:vAlign w:val="center"/>
          </w:tcPr>
          <w:p w14:paraId="26DA8E7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202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2784" w:type="dxa"/>
            <w:vAlign w:val="center"/>
          </w:tcPr>
          <w:p w14:paraId="2997815C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96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WARTOŚĆ BRUTTO ZREALIZOWANEGO ZAMÓWIENIA</w:t>
            </w:r>
          </w:p>
        </w:tc>
      </w:tr>
      <w:tr w:rsidR="00345FA2" w:rsidRPr="00AD0F1C" w14:paraId="5290ECFD" w14:textId="77777777" w:rsidTr="00E43548">
        <w:trPr>
          <w:trHeight w:val="637"/>
        </w:trPr>
        <w:tc>
          <w:tcPr>
            <w:tcW w:w="1242" w:type="dxa"/>
          </w:tcPr>
          <w:p w14:paraId="255EA799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13998094" w14:textId="11D3CB67" w:rsidR="00345FA2" w:rsidRPr="00AD0F1C" w:rsidRDefault="00345FA2" w:rsidP="00085266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0" w:type="dxa"/>
          </w:tcPr>
          <w:p w14:paraId="02E6770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75" w:type="dxa"/>
          </w:tcPr>
          <w:p w14:paraId="5E71D38F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</w:tcPr>
          <w:p w14:paraId="4FCE0AB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84" w:type="dxa"/>
          </w:tcPr>
          <w:p w14:paraId="2E7ED3D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</w:tr>
      <w:tr w:rsidR="00345FA2" w:rsidRPr="00AD0F1C" w14:paraId="41B840D5" w14:textId="77777777" w:rsidTr="00E43548">
        <w:trPr>
          <w:trHeight w:val="680"/>
        </w:trPr>
        <w:tc>
          <w:tcPr>
            <w:tcW w:w="1242" w:type="dxa"/>
          </w:tcPr>
          <w:p w14:paraId="1CE08D9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018C2067" w14:textId="63E636DE" w:rsidR="00345FA2" w:rsidRPr="00AD0F1C" w:rsidRDefault="00345FA2" w:rsidP="00085266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90" w:type="dxa"/>
          </w:tcPr>
          <w:p w14:paraId="77C3B00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75" w:type="dxa"/>
          </w:tcPr>
          <w:p w14:paraId="29443D75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</w:tcPr>
          <w:p w14:paraId="39F672C4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84" w:type="dxa"/>
          </w:tcPr>
          <w:p w14:paraId="3E9DAB0F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</w:tr>
    </w:tbl>
    <w:p w14:paraId="7D988882" w14:textId="77777777" w:rsidR="00B40366" w:rsidRDefault="00B40366" w:rsidP="00345FA2">
      <w:pPr>
        <w:rPr>
          <w:rFonts w:asciiTheme="majorHAnsi" w:hAnsiTheme="majorHAnsi"/>
        </w:rPr>
      </w:pPr>
    </w:p>
    <w:p w14:paraId="5FB9DC29" w14:textId="77777777" w:rsidR="00B40366" w:rsidRDefault="00B40366" w:rsidP="00345FA2">
      <w:pPr>
        <w:rPr>
          <w:rFonts w:asciiTheme="majorHAnsi" w:hAnsiTheme="majorHAnsi"/>
        </w:rPr>
      </w:pPr>
    </w:p>
    <w:p w14:paraId="783FF153" w14:textId="77777777" w:rsidR="00345FA2" w:rsidRDefault="00345FA2" w:rsidP="00345FA2">
      <w:pPr>
        <w:rPr>
          <w:rFonts w:asciiTheme="majorHAnsi" w:hAnsiTheme="majorHAnsi"/>
        </w:rPr>
      </w:pPr>
      <w:r w:rsidRPr="00AD0F1C">
        <w:rPr>
          <w:rFonts w:asciiTheme="majorHAnsi" w:hAnsiTheme="majorHAnsi"/>
        </w:rPr>
        <w:t>................................, dnia...........................................</w:t>
      </w:r>
    </w:p>
    <w:p w14:paraId="228DBC84" w14:textId="77777777" w:rsidR="00FE5EA4" w:rsidRPr="00AD0F1C" w:rsidRDefault="00FE5EA4" w:rsidP="00345FA2">
      <w:pPr>
        <w:rPr>
          <w:rFonts w:asciiTheme="majorHAnsi" w:hAnsiTheme="majorHAnsi"/>
        </w:rPr>
      </w:pPr>
    </w:p>
    <w:p w14:paraId="4819F496" w14:textId="77777777" w:rsidR="00345FA2" w:rsidRPr="00AD0F1C" w:rsidRDefault="00345FA2" w:rsidP="00345FA2">
      <w:pPr>
        <w:rPr>
          <w:rFonts w:asciiTheme="majorHAnsi" w:hAnsiTheme="majorHAnsi"/>
        </w:rPr>
      </w:pP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  <w:t xml:space="preserve">                                                                                         .......................................................</w:t>
      </w:r>
    </w:p>
    <w:p w14:paraId="0A0502DC" w14:textId="687105EC" w:rsidR="00BD61C3" w:rsidRDefault="00345FA2" w:rsidP="003E1FAE">
      <w:pPr>
        <w:rPr>
          <w:rFonts w:asciiTheme="majorHAnsi" w:hAnsiTheme="majorHAnsi"/>
          <w:i/>
        </w:rPr>
      </w:pP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  <w:t xml:space="preserve">                                                                                         </w:t>
      </w:r>
      <w:r w:rsidRPr="00AD0F1C">
        <w:rPr>
          <w:rFonts w:asciiTheme="majorHAnsi" w:hAnsiTheme="majorHAnsi"/>
          <w:i/>
        </w:rPr>
        <w:t>(pieczęć i podpis wykonawcy)</w:t>
      </w:r>
    </w:p>
    <w:p w14:paraId="52FD1157" w14:textId="77777777" w:rsidR="00B0057A" w:rsidRDefault="00B0057A" w:rsidP="00B0057A">
      <w:pPr>
        <w:rPr>
          <w:rFonts w:asciiTheme="majorHAnsi" w:hAnsiTheme="majorHAnsi"/>
        </w:rPr>
      </w:pPr>
    </w:p>
    <w:p w14:paraId="148A944D" w14:textId="77777777" w:rsidR="00B0057A" w:rsidRPr="009C1294" w:rsidRDefault="00B0057A" w:rsidP="00B0057A">
      <w:pPr>
        <w:rPr>
          <w:rFonts w:asciiTheme="majorHAnsi" w:hAnsiTheme="majorHAnsi"/>
          <w:b/>
        </w:rPr>
      </w:pPr>
      <w:r w:rsidRPr="009C1294">
        <w:rPr>
          <w:rFonts w:asciiTheme="majorHAnsi" w:hAnsiTheme="majorHAnsi"/>
          <w:b/>
        </w:rPr>
        <w:t>Uwaga:</w:t>
      </w:r>
    </w:p>
    <w:p w14:paraId="1DB74A68" w14:textId="147C493C" w:rsidR="00B0057A" w:rsidRPr="00E43548" w:rsidRDefault="00B0057A" w:rsidP="00B0057A">
      <w:pPr>
        <w:rPr>
          <w:rFonts w:asciiTheme="majorHAnsi" w:hAnsiTheme="majorHAnsi"/>
          <w:i/>
        </w:rPr>
      </w:pPr>
      <w:bookmarkStart w:id="0" w:name="_GoBack"/>
      <w:r w:rsidRPr="00E43548">
        <w:rPr>
          <w:rFonts w:asciiTheme="majorHAnsi" w:hAnsiTheme="majorHAnsi"/>
          <w:i/>
        </w:rPr>
        <w:t>w celu wykazania, że dostawy wymienione w powyższym wykazie zostały wykonane prawidłowo, Zamawiający wymaga złożenia referencji lub innych dokumentów wystawionych przez podmioty, na rzecz których do</w:t>
      </w:r>
      <w:r w:rsidR="00085266" w:rsidRPr="00E43548">
        <w:rPr>
          <w:rFonts w:asciiTheme="majorHAnsi" w:hAnsiTheme="majorHAnsi"/>
          <w:i/>
        </w:rPr>
        <w:t>stawy te były lub są świadczone (</w:t>
      </w:r>
      <w:r w:rsidR="0007126B" w:rsidRPr="00E43548">
        <w:rPr>
          <w:rFonts w:asciiTheme="majorHAnsi" w:hAnsiTheme="majorHAnsi"/>
          <w:i/>
        </w:rPr>
        <w:t>zgodnie</w:t>
      </w:r>
      <w:r w:rsidR="00085266" w:rsidRPr="00E43548">
        <w:rPr>
          <w:rFonts w:asciiTheme="majorHAnsi" w:hAnsiTheme="majorHAnsi"/>
          <w:i/>
        </w:rPr>
        <w:t xml:space="preserve"> z</w:t>
      </w:r>
      <w:r w:rsidR="0007126B" w:rsidRPr="00E43548">
        <w:rPr>
          <w:rFonts w:asciiTheme="majorHAnsi" w:hAnsiTheme="majorHAnsi"/>
          <w:i/>
        </w:rPr>
        <w:t> </w:t>
      </w:r>
      <w:r w:rsidR="00085266" w:rsidRPr="00E43548">
        <w:rPr>
          <w:rFonts w:asciiTheme="majorHAnsi" w:hAnsiTheme="majorHAnsi"/>
          <w:i/>
        </w:rPr>
        <w:t xml:space="preserve">rozdz. </w:t>
      </w:r>
      <w:r w:rsidR="008264D3" w:rsidRPr="00E43548">
        <w:rPr>
          <w:rFonts w:asciiTheme="majorHAnsi" w:hAnsiTheme="majorHAnsi"/>
          <w:i/>
        </w:rPr>
        <w:t>XVI ust. 1 pkt 4 S</w:t>
      </w:r>
      <w:r w:rsidR="00085266" w:rsidRPr="00E43548">
        <w:rPr>
          <w:rFonts w:asciiTheme="majorHAnsi" w:hAnsiTheme="majorHAnsi"/>
          <w:i/>
        </w:rPr>
        <w:t>WZ)</w:t>
      </w:r>
      <w:bookmarkEnd w:id="0"/>
    </w:p>
    <w:sectPr w:rsidR="00B0057A" w:rsidRPr="00E43548" w:rsidSect="00345FA2">
      <w:headerReference w:type="default" r:id="rId8"/>
      <w:pgSz w:w="16838" w:h="11906" w:orient="landscape"/>
      <w:pgMar w:top="1417" w:right="2093" w:bottom="1417" w:left="1417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1DE50" w14:textId="77777777" w:rsidR="003247FB" w:rsidRDefault="003247FB">
      <w:r>
        <w:separator/>
      </w:r>
    </w:p>
  </w:endnote>
  <w:endnote w:type="continuationSeparator" w:id="0">
    <w:p w14:paraId="59975523" w14:textId="77777777" w:rsidR="003247FB" w:rsidRDefault="0032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0390D" w14:textId="77777777" w:rsidR="003247FB" w:rsidRDefault="003247FB">
      <w:r>
        <w:separator/>
      </w:r>
    </w:p>
  </w:footnote>
  <w:footnote w:type="continuationSeparator" w:id="0">
    <w:p w14:paraId="78049C21" w14:textId="77777777" w:rsidR="003247FB" w:rsidRDefault="0032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3609" w14:textId="1D0DA050" w:rsidR="001D044E" w:rsidRDefault="00E43548" w:rsidP="001D044E">
    <w:pPr>
      <w:jc w:val="center"/>
      <w:rPr>
        <w:rFonts w:ascii="Arial" w:hAnsi="Arial" w:cs="Arial"/>
        <w:sz w:val="20"/>
        <w:szCs w:val="20"/>
      </w:rPr>
    </w:pPr>
    <w:r w:rsidRPr="004C188A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4221F41C" wp14:editId="752409C8">
          <wp:simplePos x="0" y="0"/>
          <wp:positionH relativeFrom="column">
            <wp:posOffset>2040340</wp:posOffset>
          </wp:positionH>
          <wp:positionV relativeFrom="paragraph">
            <wp:posOffset>-20737</wp:posOffset>
          </wp:positionV>
          <wp:extent cx="4776470" cy="805815"/>
          <wp:effectExtent l="0" t="0" r="508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647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61C3" w:rsidRPr="004674F2">
      <w:rPr>
        <w:rFonts w:ascii="Arial" w:hAnsi="Arial" w:cs="Arial"/>
        <w:sz w:val="20"/>
        <w:szCs w:val="20"/>
      </w:rPr>
      <w:tab/>
    </w:r>
    <w:r w:rsidR="00BD61C3">
      <w:rPr>
        <w:rFonts w:ascii="Arial" w:hAnsi="Arial" w:cs="Arial"/>
        <w:sz w:val="20"/>
        <w:szCs w:val="20"/>
      </w:rPr>
      <w:t xml:space="preserve">     </w:t>
    </w:r>
    <w:r w:rsidR="00BD61C3">
      <w:rPr>
        <w:rFonts w:ascii="Arial" w:hAnsi="Arial" w:cs="Arial"/>
        <w:sz w:val="20"/>
        <w:szCs w:val="20"/>
      </w:rPr>
      <w:tab/>
    </w:r>
    <w:r w:rsidR="00BD61C3">
      <w:rPr>
        <w:rFonts w:ascii="Arial" w:hAnsi="Arial" w:cs="Arial"/>
        <w:sz w:val="20"/>
        <w:szCs w:val="20"/>
      </w:rPr>
      <w:tab/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07E74"/>
    <w:rsid w:val="00014497"/>
    <w:rsid w:val="00030E1F"/>
    <w:rsid w:val="00061C40"/>
    <w:rsid w:val="00062491"/>
    <w:rsid w:val="00070986"/>
    <w:rsid w:val="0007126B"/>
    <w:rsid w:val="00085266"/>
    <w:rsid w:val="00097428"/>
    <w:rsid w:val="000A11CC"/>
    <w:rsid w:val="000B1095"/>
    <w:rsid w:val="000B4339"/>
    <w:rsid w:val="000E1FAE"/>
    <w:rsid w:val="000E729B"/>
    <w:rsid w:val="000E7D43"/>
    <w:rsid w:val="000F7881"/>
    <w:rsid w:val="0011623F"/>
    <w:rsid w:val="00125B2B"/>
    <w:rsid w:val="00133198"/>
    <w:rsid w:val="00195374"/>
    <w:rsid w:val="001968C7"/>
    <w:rsid w:val="001C2271"/>
    <w:rsid w:val="001D044E"/>
    <w:rsid w:val="001F0DCD"/>
    <w:rsid w:val="001F1559"/>
    <w:rsid w:val="00221F04"/>
    <w:rsid w:val="002321E6"/>
    <w:rsid w:val="00252EB2"/>
    <w:rsid w:val="002879D0"/>
    <w:rsid w:val="002A25EE"/>
    <w:rsid w:val="002E324D"/>
    <w:rsid w:val="002E4C6E"/>
    <w:rsid w:val="002E59A8"/>
    <w:rsid w:val="003247FB"/>
    <w:rsid w:val="00345FA2"/>
    <w:rsid w:val="00351C83"/>
    <w:rsid w:val="003724AF"/>
    <w:rsid w:val="00386D4D"/>
    <w:rsid w:val="003A6C53"/>
    <w:rsid w:val="003B6A84"/>
    <w:rsid w:val="003C1373"/>
    <w:rsid w:val="003E1FAE"/>
    <w:rsid w:val="0040553A"/>
    <w:rsid w:val="00410712"/>
    <w:rsid w:val="00420EDD"/>
    <w:rsid w:val="00427A5A"/>
    <w:rsid w:val="004674F2"/>
    <w:rsid w:val="00483219"/>
    <w:rsid w:val="0048433E"/>
    <w:rsid w:val="004B0684"/>
    <w:rsid w:val="004F5F76"/>
    <w:rsid w:val="00521D2E"/>
    <w:rsid w:val="005370B5"/>
    <w:rsid w:val="00547333"/>
    <w:rsid w:val="00547619"/>
    <w:rsid w:val="005826C1"/>
    <w:rsid w:val="00584EC8"/>
    <w:rsid w:val="00586271"/>
    <w:rsid w:val="005A79B1"/>
    <w:rsid w:val="005C0F02"/>
    <w:rsid w:val="005F51CD"/>
    <w:rsid w:val="00600BCA"/>
    <w:rsid w:val="00611783"/>
    <w:rsid w:val="006247B5"/>
    <w:rsid w:val="006269CA"/>
    <w:rsid w:val="006326DF"/>
    <w:rsid w:val="00634EF7"/>
    <w:rsid w:val="0065486C"/>
    <w:rsid w:val="00665839"/>
    <w:rsid w:val="0069334F"/>
    <w:rsid w:val="006A7D5D"/>
    <w:rsid w:val="006B4536"/>
    <w:rsid w:val="006D332F"/>
    <w:rsid w:val="006F106E"/>
    <w:rsid w:val="00702D62"/>
    <w:rsid w:val="007146EF"/>
    <w:rsid w:val="007304ED"/>
    <w:rsid w:val="00731E57"/>
    <w:rsid w:val="007542B2"/>
    <w:rsid w:val="00755C0A"/>
    <w:rsid w:val="00762723"/>
    <w:rsid w:val="007937D4"/>
    <w:rsid w:val="007A70DC"/>
    <w:rsid w:val="007F3035"/>
    <w:rsid w:val="00816A89"/>
    <w:rsid w:val="00816C57"/>
    <w:rsid w:val="00820B24"/>
    <w:rsid w:val="008264D3"/>
    <w:rsid w:val="00831C5C"/>
    <w:rsid w:val="00834B97"/>
    <w:rsid w:val="00837387"/>
    <w:rsid w:val="00853F6B"/>
    <w:rsid w:val="00864433"/>
    <w:rsid w:val="00875EBF"/>
    <w:rsid w:val="00887F0D"/>
    <w:rsid w:val="008C0AD1"/>
    <w:rsid w:val="008C5B9C"/>
    <w:rsid w:val="008C62D7"/>
    <w:rsid w:val="008D6E88"/>
    <w:rsid w:val="00957CB6"/>
    <w:rsid w:val="0098451A"/>
    <w:rsid w:val="00996C8C"/>
    <w:rsid w:val="009C1294"/>
    <w:rsid w:val="009C652D"/>
    <w:rsid w:val="009D3428"/>
    <w:rsid w:val="009D6571"/>
    <w:rsid w:val="009E0592"/>
    <w:rsid w:val="009F1B1B"/>
    <w:rsid w:val="00A05DA2"/>
    <w:rsid w:val="00A11590"/>
    <w:rsid w:val="00A35DBC"/>
    <w:rsid w:val="00A63D3B"/>
    <w:rsid w:val="00A65C36"/>
    <w:rsid w:val="00A77DC1"/>
    <w:rsid w:val="00AA37B0"/>
    <w:rsid w:val="00AA4A3D"/>
    <w:rsid w:val="00AD0467"/>
    <w:rsid w:val="00B0057A"/>
    <w:rsid w:val="00B15479"/>
    <w:rsid w:val="00B36FE6"/>
    <w:rsid w:val="00B40366"/>
    <w:rsid w:val="00B5299F"/>
    <w:rsid w:val="00B77C39"/>
    <w:rsid w:val="00BB7232"/>
    <w:rsid w:val="00BD2A10"/>
    <w:rsid w:val="00BD61C3"/>
    <w:rsid w:val="00BD68B2"/>
    <w:rsid w:val="00BE3E50"/>
    <w:rsid w:val="00BF666D"/>
    <w:rsid w:val="00C228FE"/>
    <w:rsid w:val="00C86316"/>
    <w:rsid w:val="00CC797F"/>
    <w:rsid w:val="00CE2498"/>
    <w:rsid w:val="00D12F25"/>
    <w:rsid w:val="00D13008"/>
    <w:rsid w:val="00D339CF"/>
    <w:rsid w:val="00DA2907"/>
    <w:rsid w:val="00DA50E0"/>
    <w:rsid w:val="00DB4C7E"/>
    <w:rsid w:val="00DC2A05"/>
    <w:rsid w:val="00DC3359"/>
    <w:rsid w:val="00DF1236"/>
    <w:rsid w:val="00E03B10"/>
    <w:rsid w:val="00E10238"/>
    <w:rsid w:val="00E37234"/>
    <w:rsid w:val="00E43548"/>
    <w:rsid w:val="00E46CB4"/>
    <w:rsid w:val="00E66D6F"/>
    <w:rsid w:val="00EA21C4"/>
    <w:rsid w:val="00EC3BA1"/>
    <w:rsid w:val="00EC4491"/>
    <w:rsid w:val="00ED1B55"/>
    <w:rsid w:val="00EE1E68"/>
    <w:rsid w:val="00F20133"/>
    <w:rsid w:val="00F86F7C"/>
    <w:rsid w:val="00F9418A"/>
    <w:rsid w:val="00FD4DE8"/>
    <w:rsid w:val="00FE5EA4"/>
    <w:rsid w:val="00FF44E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681D37"/>
  <w15:docId w15:val="{872D8294-C167-4A9A-979B-A5FC8E77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aliases w:val="Tekst treści + 11 pt,Odstępy 0 pt15,Tekst treści + Constantia,8,Kursywa"/>
    <w:basedOn w:val="Domylnaczcionkaakapitu"/>
    <w:uiPriority w:val="99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nhideWhenUsed/>
    <w:rsid w:val="00BD61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character" w:customStyle="1" w:styleId="TeksttreciZnak">
    <w:name w:val="Tekst treści_ Znak"/>
    <w:link w:val="Teksttreci"/>
    <w:uiPriority w:val="99"/>
    <w:rsid w:val="00345FA2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345FA2"/>
    <w:pPr>
      <w:widowControl w:val="0"/>
      <w:shd w:val="clear" w:color="auto" w:fill="FFFFFF"/>
      <w:spacing w:line="274" w:lineRule="exact"/>
      <w:ind w:hanging="1620"/>
    </w:pPr>
    <w:rPr>
      <w:rFonts w:ascii="Times New Roman" w:hAnsi="Times New Roman"/>
      <w:spacing w:val="4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A05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5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5DA2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05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5DA2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332BF-C5CA-4089-9F62-45A09A5E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4</TotalTime>
  <Pages>1</Pages>
  <Words>136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5</cp:revision>
  <cp:lastPrinted>2016-01-20T13:09:00Z</cp:lastPrinted>
  <dcterms:created xsi:type="dcterms:W3CDTF">2021-03-09T07:50:00Z</dcterms:created>
  <dcterms:modified xsi:type="dcterms:W3CDTF">2021-05-12T08:41:00Z</dcterms:modified>
</cp:coreProperties>
</file>